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EEE" w:rsidRDefault="00BE3EEE">
      <w:pPr>
        <w:jc w:val="center"/>
        <w:rPr>
          <w:sz w:val="44"/>
          <w:szCs w:val="44"/>
        </w:rPr>
      </w:pPr>
      <w:r>
        <w:rPr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5pt;height:119.25pt">
            <v:imagedata r:id="rId6" o:title=""/>
          </v:shape>
        </w:pict>
      </w:r>
      <w:r>
        <w:rPr>
          <w:sz w:val="44"/>
          <w:szCs w:val="44"/>
        </w:rPr>
        <w:pict>
          <v:shape id="_x0000_i1026" type="#_x0000_t75" style="width:128.25pt;height:123.75pt">
            <v:imagedata r:id="rId7" o:title=""/>
          </v:shape>
        </w:pict>
      </w:r>
    </w:p>
    <w:p w:rsidR="00BE3EEE" w:rsidRDefault="00BE3EEE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Acute Lymphocytic </w:t>
      </w:r>
    </w:p>
    <w:p w:rsidR="00BE3EEE" w:rsidRDefault="00BE3EEE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Leukemia (ALL)</w:t>
      </w:r>
    </w:p>
    <w:p w:rsidR="00BE3EEE" w:rsidRDefault="00BE3EEE">
      <w:pPr>
        <w:rPr>
          <w:sz w:val="28"/>
          <w:szCs w:val="28"/>
        </w:rPr>
      </w:pPr>
      <w:r>
        <w:rPr>
          <w:sz w:val="28"/>
          <w:szCs w:val="28"/>
        </w:rPr>
        <w:t xml:space="preserve">- Acute Lymphocytic Leukemia is a type of cancer of the blood and bone marrow. Bone marrow is the spongy tissue inside bones where blood cells are made. </w:t>
      </w:r>
    </w:p>
    <w:p w:rsidR="00BE3EEE" w:rsidRDefault="00BE3EE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Pathophysiology: </w:t>
      </w:r>
    </w:p>
    <w:p w:rsidR="00BE3EEE" w:rsidRDefault="00BE3EEE">
      <w:pPr>
        <w:jc w:val="center"/>
        <w:rPr>
          <w:sz w:val="28"/>
          <w:szCs w:val="28"/>
        </w:rPr>
      </w:pPr>
      <w:r>
        <w:rPr>
          <w:sz w:val="28"/>
          <w:szCs w:val="28"/>
        </w:rPr>
        <w:t>-Is characterized by the overproduction of the immature lymphoid cells.</w:t>
      </w:r>
    </w:p>
    <w:p w:rsidR="00BE3EEE" w:rsidRDefault="00BE3EEE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Symptoms/Signs:</w:t>
      </w:r>
    </w:p>
    <w:p w:rsidR="00BE3EEE" w:rsidRDefault="00BE3EEE">
      <w:pPr>
        <w:jc w:val="center"/>
        <w:rPr>
          <w:sz w:val="28"/>
          <w:szCs w:val="28"/>
        </w:rPr>
      </w:pPr>
      <w:r>
        <w:rPr>
          <w:sz w:val="28"/>
          <w:szCs w:val="28"/>
        </w:rPr>
        <w:t>-Individual appears pale, may complain about bone pain, weight loss, fatigue, weakness, bleeding of gums, and frequent infections.</w:t>
      </w:r>
    </w:p>
    <w:p w:rsidR="00BE3EEE" w:rsidRDefault="00BE3EE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Diagnoses:</w:t>
      </w:r>
    </w:p>
    <w:p w:rsidR="00BE3EEE" w:rsidRDefault="00BE3EEE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Blood test</w:t>
      </w:r>
      <w:r>
        <w:rPr>
          <w:sz w:val="28"/>
          <w:szCs w:val="28"/>
        </w:rPr>
        <w:t xml:space="preserve">: Would reveal the increased number of immature lymphocytes and a reduced number of red blood cells. </w:t>
      </w:r>
    </w:p>
    <w:p w:rsidR="00BE3EEE" w:rsidRDefault="00BE3EEE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Bone Marrow Biopsy: </w:t>
      </w:r>
      <w:r>
        <w:rPr>
          <w:sz w:val="28"/>
          <w:szCs w:val="28"/>
        </w:rPr>
        <w:t xml:space="preserve">The removal and examination of a sample of tissue of the hipbone. </w:t>
      </w:r>
    </w:p>
    <w:p w:rsidR="00BE3EEE" w:rsidRDefault="00BE3EE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Treatment:</w:t>
      </w:r>
    </w:p>
    <w:p w:rsidR="00BE3EEE" w:rsidRDefault="00BE3EEE">
      <w:pPr>
        <w:rPr>
          <w:sz w:val="28"/>
          <w:szCs w:val="28"/>
        </w:rPr>
      </w:pPr>
      <w:r>
        <w:rPr>
          <w:b/>
          <w:bCs/>
          <w:sz w:val="28"/>
          <w:szCs w:val="28"/>
        </w:rPr>
        <w:t>Chemotherapy</w:t>
      </w:r>
      <w:r>
        <w:rPr>
          <w:sz w:val="28"/>
          <w:szCs w:val="28"/>
        </w:rPr>
        <w:t>-The use of drugs to kill cancer cells.</w:t>
      </w:r>
    </w:p>
    <w:p w:rsidR="00BE3EEE" w:rsidRDefault="00BE3EEE">
      <w:pPr>
        <w:rPr>
          <w:sz w:val="28"/>
          <w:szCs w:val="28"/>
        </w:rPr>
      </w:pPr>
      <w:r>
        <w:rPr>
          <w:b/>
          <w:bCs/>
          <w:sz w:val="28"/>
          <w:szCs w:val="28"/>
        </w:rPr>
        <w:t>Radiation Therapy</w:t>
      </w:r>
      <w:r>
        <w:rPr>
          <w:sz w:val="28"/>
          <w:szCs w:val="28"/>
        </w:rPr>
        <w:t>- The use of high-powered beams, such as X-rays, to kill cancer cells.</w:t>
      </w:r>
    </w:p>
    <w:p w:rsidR="00BE3EEE" w:rsidRDefault="00BE3EEE">
      <w:pPr>
        <w:rPr>
          <w:sz w:val="28"/>
          <w:szCs w:val="28"/>
        </w:rPr>
      </w:pPr>
      <w:r>
        <w:rPr>
          <w:b/>
          <w:bCs/>
          <w:sz w:val="28"/>
          <w:szCs w:val="28"/>
        </w:rPr>
        <w:t>Bone Marrow Transplant</w:t>
      </w:r>
      <w:r>
        <w:rPr>
          <w:sz w:val="28"/>
          <w:szCs w:val="28"/>
        </w:rPr>
        <w:t>- It replaces bone marrow that is either not working properly or has been destroyed by chemotherapy or radiation with healthy bone marrow.</w:t>
      </w:r>
    </w:p>
    <w:p w:rsidR="00BE3EEE" w:rsidRDefault="00BE3E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32"/>
          <w:szCs w:val="32"/>
        </w:rPr>
        <w:t>Patient Actions:</w:t>
      </w:r>
    </w:p>
    <w:p w:rsidR="00BE3EEE" w:rsidRDefault="00BE3EEE">
      <w:pPr>
        <w:ind w:left="360" w:hanging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Learn about the disease to help when making decisions, taking medications regularly, know the medications and the side effects with other over the counter supplements, ask questions and join a support group. </w:t>
      </w:r>
    </w:p>
    <w:p w:rsidR="00BE3EEE" w:rsidRDefault="00BE3EEE">
      <w:pPr>
        <w:jc w:val="center"/>
        <w:rPr>
          <w:sz w:val="28"/>
          <w:szCs w:val="28"/>
        </w:rPr>
      </w:pPr>
    </w:p>
    <w:p w:rsidR="00BE3EEE" w:rsidRDefault="00BE3EEE">
      <w:pPr>
        <w:jc w:val="center"/>
        <w:rPr>
          <w:sz w:val="28"/>
          <w:szCs w:val="28"/>
        </w:rPr>
      </w:pPr>
    </w:p>
    <w:p w:rsidR="00BE3EEE" w:rsidRDefault="00BE3EEE">
      <w:pPr>
        <w:jc w:val="center"/>
        <w:rPr>
          <w:sz w:val="28"/>
          <w:szCs w:val="28"/>
        </w:rPr>
      </w:pPr>
    </w:p>
    <w:sectPr w:rsidR="00BE3EEE" w:rsidSect="00BE3EEE">
      <w:headerReference w:type="default" r:id="rId8"/>
      <w:footerReference w:type="default" r:id="rId9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EEE" w:rsidRDefault="00BE3EEE" w:rsidP="00BE3EEE">
      <w:r>
        <w:separator/>
      </w:r>
    </w:p>
  </w:endnote>
  <w:endnote w:type="continuationSeparator" w:id="0">
    <w:p w:rsidR="00BE3EEE" w:rsidRDefault="00BE3EEE" w:rsidP="00BE3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EEE" w:rsidRDefault="00BE3EEE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EEE" w:rsidRDefault="00BE3EEE" w:rsidP="00BE3EEE">
      <w:r>
        <w:separator/>
      </w:r>
    </w:p>
  </w:footnote>
  <w:footnote w:type="continuationSeparator" w:id="0">
    <w:p w:rsidR="00BE3EEE" w:rsidRDefault="00BE3EEE" w:rsidP="00BE3E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EEE" w:rsidRDefault="00BE3EEE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BE3EEE"/>
    <w:rsid w:val="00BE3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